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EA" w:rsidRPr="003F4A82" w:rsidRDefault="00A710EA" w:rsidP="00326E48">
      <w:pPr>
        <w:spacing w:after="0" w:line="240" w:lineRule="auto"/>
        <w:ind w:left="4248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F4A82">
        <w:rPr>
          <w:rFonts w:ascii="Times New Roman" w:hAnsi="Times New Roman"/>
          <w:sz w:val="20"/>
          <w:szCs w:val="20"/>
          <w:lang w:eastAsia="ru-RU"/>
        </w:rPr>
        <w:t>ПРИЛОЖЕНИЕ №1</w:t>
      </w:r>
    </w:p>
    <w:p w:rsidR="00A710EA" w:rsidRPr="003F4A82" w:rsidRDefault="00A710EA" w:rsidP="00326E48">
      <w:pPr>
        <w:pStyle w:val="ConsPlusNormal"/>
        <w:ind w:left="4248"/>
        <w:jc w:val="center"/>
        <w:rPr>
          <w:rFonts w:ascii="Times New Roman" w:hAnsi="Times New Roman" w:cs="Times New Roman"/>
          <w:sz w:val="20"/>
        </w:rPr>
      </w:pPr>
      <w:r w:rsidRPr="003F4A82">
        <w:rPr>
          <w:rFonts w:ascii="Times New Roman" w:hAnsi="Times New Roman"/>
          <w:sz w:val="20"/>
        </w:rPr>
        <w:t xml:space="preserve">к Положению </w:t>
      </w:r>
      <w:r w:rsidRPr="003F4A82">
        <w:rPr>
          <w:rFonts w:ascii="Times New Roman" w:hAnsi="Times New Roman" w:cs="Times New Roman"/>
          <w:sz w:val="20"/>
        </w:rPr>
        <w:t>о порядке принятия лицами,  замещающими муниципальные должности органов местного самоуправления ____________ сельского поселения  Белореченского района,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A710EA" w:rsidRDefault="00A710EA" w:rsidP="00460FC2">
      <w:pPr>
        <w:pStyle w:val="ConsPlusNonformat"/>
        <w:tabs>
          <w:tab w:val="left" w:pos="5172"/>
        </w:tabs>
        <w:ind w:left="43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10EA" w:rsidRDefault="00A710EA" w:rsidP="00460FC2">
      <w:pPr>
        <w:pStyle w:val="ConsPlusNonformat"/>
        <w:tabs>
          <w:tab w:val="left" w:pos="5172"/>
        </w:tabs>
        <w:ind w:left="4320"/>
        <w:jc w:val="both"/>
        <w:rPr>
          <w:rFonts w:ascii="Times New Roman" w:hAnsi="Times New Roman" w:cs="Times New Roman"/>
          <w:sz w:val="28"/>
          <w:szCs w:val="28"/>
        </w:rPr>
      </w:pPr>
    </w:p>
    <w:p w:rsidR="00A710EA" w:rsidRDefault="00A710EA" w:rsidP="00460FC2">
      <w:pPr>
        <w:pStyle w:val="ConsPlusNonformat"/>
        <w:tabs>
          <w:tab w:val="left" w:pos="5172"/>
        </w:tabs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мандатную комиссию по вопросам местного самоуправления, законности, правопорядка  и защиты </w:t>
      </w:r>
    </w:p>
    <w:p w:rsidR="00A710EA" w:rsidRDefault="00A710EA" w:rsidP="00460FC2">
      <w:pPr>
        <w:pStyle w:val="ConsPlusNonformat"/>
        <w:tabs>
          <w:tab w:val="left" w:pos="5172"/>
        </w:tabs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 граждан</w:t>
      </w:r>
    </w:p>
    <w:p w:rsidR="00A710EA" w:rsidRDefault="00A710EA" w:rsidP="00326E48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A710EA" w:rsidRPr="00922AFB" w:rsidRDefault="00A710EA" w:rsidP="00326E48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___________________________</w:t>
      </w:r>
    </w:p>
    <w:p w:rsidR="00A710EA" w:rsidRPr="00922AFB" w:rsidRDefault="00A710EA" w:rsidP="00326E48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A710EA" w:rsidRPr="00713A26" w:rsidRDefault="00A710EA" w:rsidP="00326E48">
      <w:pPr>
        <w:pStyle w:val="ConsPlusNonformat"/>
        <w:ind w:left="2124"/>
        <w:jc w:val="both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713A26">
        <w:rPr>
          <w:rFonts w:ascii="Times New Roman" w:hAnsi="Times New Roman" w:cs="Times New Roman"/>
          <w:sz w:val="18"/>
          <w:szCs w:val="18"/>
        </w:rPr>
        <w:t>(Ф.И.О., замещаемая должность)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P91"/>
      <w:bookmarkEnd w:id="0"/>
      <w:r w:rsidRPr="00713A26">
        <w:rPr>
          <w:rFonts w:ascii="Times New Roman" w:hAnsi="Times New Roman" w:cs="Times New Roman"/>
          <w:b/>
          <w:sz w:val="27"/>
          <w:szCs w:val="27"/>
        </w:rPr>
        <w:t>ХОДАТАЙСТВО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 разрешении принять почетное или специальное звание</w:t>
      </w:r>
      <w:r w:rsidRPr="00713A26">
        <w:rPr>
          <w:rFonts w:ascii="Times New Roman" w:hAnsi="Times New Roman" w:cs="Times New Roman"/>
          <w:b/>
          <w:sz w:val="27"/>
          <w:szCs w:val="27"/>
        </w:rPr>
        <w:t>,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награду или иной знак</w:t>
      </w:r>
      <w:r w:rsidRPr="00713A26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отличия иностранного государства</w:t>
      </w:r>
      <w:r w:rsidRPr="00713A26">
        <w:rPr>
          <w:rFonts w:ascii="Times New Roman" w:hAnsi="Times New Roman" w:cs="Times New Roman"/>
          <w:b/>
          <w:sz w:val="27"/>
          <w:szCs w:val="27"/>
        </w:rPr>
        <w:t>,</w:t>
      </w:r>
      <w:r>
        <w:rPr>
          <w:rFonts w:ascii="Times New Roman" w:hAnsi="Times New Roman" w:cs="Times New Roman"/>
          <w:b/>
          <w:sz w:val="27"/>
          <w:szCs w:val="27"/>
        </w:rPr>
        <w:t xml:space="preserve"> международной</w:t>
      </w:r>
      <w:r w:rsidRPr="00713A26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организации</w:t>
      </w:r>
      <w:r w:rsidRPr="00713A26">
        <w:rPr>
          <w:rFonts w:ascii="Times New Roman" w:hAnsi="Times New Roman" w:cs="Times New Roman"/>
          <w:b/>
          <w:sz w:val="27"/>
          <w:szCs w:val="27"/>
        </w:rPr>
        <w:t xml:space="preserve">, </w:t>
      </w:r>
      <w:r>
        <w:rPr>
          <w:rFonts w:ascii="Times New Roman" w:hAnsi="Times New Roman" w:cs="Times New Roman"/>
          <w:b/>
          <w:sz w:val="27"/>
          <w:szCs w:val="27"/>
        </w:rPr>
        <w:t>политической партии</w:t>
      </w:r>
      <w:r w:rsidRPr="00713A26">
        <w:rPr>
          <w:rFonts w:ascii="Times New Roman" w:hAnsi="Times New Roman" w:cs="Times New Roman"/>
          <w:b/>
          <w:sz w:val="27"/>
          <w:szCs w:val="27"/>
        </w:rPr>
        <w:t>,</w:t>
      </w:r>
      <w:r>
        <w:rPr>
          <w:rFonts w:ascii="Times New Roman" w:hAnsi="Times New Roman" w:cs="Times New Roman"/>
          <w:b/>
          <w:sz w:val="27"/>
          <w:szCs w:val="27"/>
        </w:rPr>
        <w:t xml:space="preserve"> иного общественного</w:t>
      </w:r>
      <w:r w:rsidRPr="00713A26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объединения или</w:t>
      </w:r>
      <w:r w:rsidRPr="00713A26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другой организации</w:t>
      </w:r>
    </w:p>
    <w:p w:rsidR="00A710EA" w:rsidRPr="00713A26" w:rsidRDefault="00A710E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710EA" w:rsidRPr="00922AFB" w:rsidRDefault="00A710EA" w:rsidP="00326E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13A26">
        <w:rPr>
          <w:rFonts w:ascii="Times New Roman" w:hAnsi="Times New Roman" w:cs="Times New Roman"/>
          <w:sz w:val="27"/>
          <w:szCs w:val="27"/>
        </w:rPr>
        <w:t xml:space="preserve">    Прошу разрешить мне принять</w:t>
      </w:r>
      <w:r w:rsidRPr="00922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22AF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(наименование почетного или специального звания,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A26">
        <w:rPr>
          <w:rFonts w:ascii="Times New Roman" w:hAnsi="Times New Roman" w:cs="Times New Roman"/>
          <w:sz w:val="18"/>
          <w:szCs w:val="18"/>
        </w:rPr>
        <w:t>награды или иного знака отличия)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>(за какие заслуги присвоено и кем, за какие заслуги награжден(а) и кем)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>(дата и место вручения документов к почетному или специальному званию,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A710EA" w:rsidRPr="00326E48" w:rsidRDefault="00A710EA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A710EA" w:rsidRPr="00713A26" w:rsidRDefault="00A710E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</w:t>
      </w:r>
      <w:r w:rsidRPr="00713A26">
        <w:rPr>
          <w:rFonts w:ascii="Times New Roman" w:hAnsi="Times New Roman" w:cs="Times New Roman"/>
          <w:sz w:val="27"/>
          <w:szCs w:val="27"/>
        </w:rPr>
        <w:t>Документы  к  почетному  или специальному званию, награда и документы к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3A26">
        <w:rPr>
          <w:rFonts w:ascii="Times New Roman" w:hAnsi="Times New Roman" w:cs="Times New Roman"/>
          <w:sz w:val="27"/>
          <w:szCs w:val="27"/>
        </w:rPr>
        <w:t>ней, знак отличия и документы к нему (нужное подчеркнуть)</w:t>
      </w:r>
      <w:r w:rsidRPr="00922AFB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>(наименование почетного или специального звания,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>награды или иного знака отличия)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>(наименование документов к почетному или специальному званию,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10EA" w:rsidRPr="00713A26" w:rsidRDefault="00A710EA" w:rsidP="00326E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3A26">
        <w:rPr>
          <w:rFonts w:ascii="Times New Roman" w:hAnsi="Times New Roman" w:cs="Times New Roman"/>
          <w:sz w:val="18"/>
          <w:szCs w:val="18"/>
        </w:rPr>
        <w:t>награде или иному знаку отличия)</w:t>
      </w:r>
    </w:p>
    <w:p w:rsidR="00A710EA" w:rsidRPr="00713A26" w:rsidRDefault="00A710E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13A26">
        <w:rPr>
          <w:rFonts w:ascii="Times New Roman" w:hAnsi="Times New Roman" w:cs="Times New Roman"/>
          <w:sz w:val="27"/>
          <w:szCs w:val="27"/>
        </w:rPr>
        <w:t>сданы по акту приема-передачи № ______________ от "__" _________ 20____ г.</w:t>
      </w:r>
    </w:p>
    <w:p w:rsidR="00A710EA" w:rsidRPr="00713A26" w:rsidRDefault="00A710EA" w:rsidP="00326E48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13A26">
        <w:rPr>
          <w:rFonts w:ascii="Times New Roman" w:hAnsi="Times New Roman" w:cs="Times New Roman"/>
          <w:sz w:val="27"/>
          <w:szCs w:val="27"/>
        </w:rPr>
        <w:t xml:space="preserve">в 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администрацию _____________ сельского поселения </w:t>
      </w:r>
      <w:r w:rsidRPr="00713A26">
        <w:rPr>
          <w:rFonts w:ascii="Times New Roman" w:hAnsi="Times New Roman" w:cs="Times New Roman"/>
          <w:sz w:val="27"/>
          <w:szCs w:val="27"/>
        </w:rPr>
        <w:t xml:space="preserve"> Белореченск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713A26">
        <w:rPr>
          <w:rFonts w:ascii="Times New Roman" w:hAnsi="Times New Roman" w:cs="Times New Roman"/>
          <w:sz w:val="27"/>
          <w:szCs w:val="27"/>
        </w:rPr>
        <w:t xml:space="preserve"> район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713A26">
        <w:rPr>
          <w:rFonts w:ascii="Times New Roman" w:hAnsi="Times New Roman" w:cs="Times New Roman"/>
          <w:sz w:val="27"/>
          <w:szCs w:val="27"/>
        </w:rPr>
        <w:t>.</w:t>
      </w:r>
    </w:p>
    <w:p w:rsidR="00A710EA" w:rsidRPr="00922AFB" w:rsidRDefault="00A71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10EA" w:rsidRPr="00713A26" w:rsidRDefault="00A710EA" w:rsidP="00326E48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713A26">
        <w:rPr>
          <w:rFonts w:ascii="Times New Roman" w:hAnsi="Times New Roman" w:cs="Times New Roman"/>
          <w:sz w:val="27"/>
          <w:szCs w:val="27"/>
        </w:rPr>
        <w:t>"__" ____________ 20__ г.   _____________________ _______________________</w:t>
      </w:r>
    </w:p>
    <w:p w:rsidR="00A710EA" w:rsidRPr="00326E48" w:rsidRDefault="00A710EA">
      <w:pPr>
        <w:pStyle w:val="ConsPlusNonformat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</w:t>
      </w:r>
      <w:r w:rsidRPr="00326E4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 </w:t>
      </w:r>
      <w:r w:rsidRPr="00326E48">
        <w:rPr>
          <w:rFonts w:ascii="Times New Roman" w:hAnsi="Times New Roman" w:cs="Times New Roman"/>
        </w:rPr>
        <w:t xml:space="preserve">  (расшифровка подписи)</w:t>
      </w:r>
    </w:p>
    <w:sectPr w:rsidR="00A710EA" w:rsidRPr="00326E48" w:rsidSect="0055104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0831F1"/>
    <w:rsid w:val="00163E36"/>
    <w:rsid w:val="001E0847"/>
    <w:rsid w:val="002327BA"/>
    <w:rsid w:val="002349F6"/>
    <w:rsid w:val="00326E48"/>
    <w:rsid w:val="00371067"/>
    <w:rsid w:val="003F4A82"/>
    <w:rsid w:val="004441E7"/>
    <w:rsid w:val="00460FC2"/>
    <w:rsid w:val="004C6E4A"/>
    <w:rsid w:val="00551041"/>
    <w:rsid w:val="005A500B"/>
    <w:rsid w:val="0060007B"/>
    <w:rsid w:val="00614D13"/>
    <w:rsid w:val="006827A7"/>
    <w:rsid w:val="00683E87"/>
    <w:rsid w:val="006D1BBF"/>
    <w:rsid w:val="006D43A8"/>
    <w:rsid w:val="00713A26"/>
    <w:rsid w:val="00730D1C"/>
    <w:rsid w:val="00922AFB"/>
    <w:rsid w:val="00976AB6"/>
    <w:rsid w:val="00A0780D"/>
    <w:rsid w:val="00A710EA"/>
    <w:rsid w:val="00AE605E"/>
    <w:rsid w:val="00B5681C"/>
    <w:rsid w:val="00CE3464"/>
    <w:rsid w:val="00D551ED"/>
    <w:rsid w:val="00DB6F8C"/>
    <w:rsid w:val="00FB56A4"/>
    <w:rsid w:val="00FD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241</TotalTime>
  <Pages>1</Pages>
  <Words>391</Words>
  <Characters>2233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egor</cp:lastModifiedBy>
  <cp:revision>11</cp:revision>
  <cp:lastPrinted>2016-06-21T08:29:00Z</cp:lastPrinted>
  <dcterms:created xsi:type="dcterms:W3CDTF">2016-06-09T11:27:00Z</dcterms:created>
  <dcterms:modified xsi:type="dcterms:W3CDTF">2016-06-29T12:16:00Z</dcterms:modified>
</cp:coreProperties>
</file>